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D55D0B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D55D0B" w:rsidP="00967CB1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CB1"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D55D0B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D55D0B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67CB1">
              <w:rPr>
                <w:rFonts w:ascii="Arial" w:hAnsi="Arial" w:cs="Arial"/>
                <w:noProof/>
                <w:sz w:val="18"/>
                <w:szCs w:val="18"/>
              </w:rPr>
              <w:t>Monday, 3 August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D55D0B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967CB1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62 Male. Left sided visual loss. Lasted ½ hour.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TIA on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clopidogrel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and statin. Part of TIA work up.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67CB1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1941195</wp:posOffset>
                      </wp:positionH>
                      <wp:positionV relativeFrom="paragraph">
                        <wp:posOffset>1746250</wp:posOffset>
                      </wp:positionV>
                      <wp:extent cx="163830" cy="812165"/>
                      <wp:effectExtent l="13335" t="43815" r="22860" b="58420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3830" cy="812165"/>
                              </a:xfrm>
                              <a:custGeom>
                                <a:avLst/>
                                <a:gdLst>
                                  <a:gd name="T0" fmla="*/ 43 w 258"/>
                                  <a:gd name="T1" fmla="*/ 0 h 1279"/>
                                  <a:gd name="T2" fmla="*/ 140 w 258"/>
                                  <a:gd name="T3" fmla="*/ 602 h 1279"/>
                                  <a:gd name="T4" fmla="*/ 258 w 258"/>
                                  <a:gd name="T5" fmla="*/ 1279 h 1279"/>
                                  <a:gd name="T6" fmla="*/ 86 w 258"/>
                                  <a:gd name="T7" fmla="*/ 849 h 1279"/>
                                  <a:gd name="T8" fmla="*/ 11 w 258"/>
                                  <a:gd name="T9" fmla="*/ 570 h 1279"/>
                                  <a:gd name="T10" fmla="*/ 0 w 258"/>
                                  <a:gd name="T11" fmla="*/ 280 h 1279"/>
                                  <a:gd name="T12" fmla="*/ 43 w 258"/>
                                  <a:gd name="T13" fmla="*/ 0 h 12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58" h="1279">
                                    <a:moveTo>
                                      <a:pt x="43" y="0"/>
                                    </a:moveTo>
                                    <a:lnTo>
                                      <a:pt x="140" y="602"/>
                                    </a:lnTo>
                                    <a:lnTo>
                                      <a:pt x="258" y="1279"/>
                                    </a:lnTo>
                                    <a:lnTo>
                                      <a:pt x="86" y="849"/>
                                    </a:lnTo>
                                    <a:lnTo>
                                      <a:pt x="11" y="570"/>
                                    </a:lnTo>
                                    <a:lnTo>
                                      <a:pt x="0" y="280"/>
                                    </a:lnTo>
                                    <a:lnTo>
                                      <a:pt x="43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0CC8D" id="Freeform 489" o:spid="_x0000_s1026" alt="Granite" style="position:absolute;margin-left:152.85pt;margin-top:137.5pt;width:12.9pt;height:63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8,12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" path="m43,r97,602l258,1279,86,849,11,570,,280,43,xe">
                      <v:fill r:id="rId7" o:title="Granite" recolor="t" type="tile"/>
                      <v:path arrowok="t" o:connecttype="custom" o:connectlocs="27305,0;88900,382270;163830,812165;54610,539115;6985,361950;0,177800;27305,0" o:connectangles="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967CB1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967CB1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967CB1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967CB1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967CB1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967CB1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967CB1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967CB1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967CB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967CB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967CB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967CB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967CB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55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967CB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967CB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967CB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B3E4EF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967CB1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54054E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967CB1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D6229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269EA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F70B2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DDDC8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967CB1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967CB1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967CB1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967CB1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967CB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967CB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967CB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967CB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967CB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967CB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967CB1">
              <w:rPr>
                <w:rFonts w:ascii="Arial" w:hAnsi="Arial" w:cs="Arial"/>
                <w:sz w:val="18"/>
                <w:szCs w:val="20"/>
              </w:rPr>
              <w:t xml:space="preserve"> Normal subclavian flow. No thickening of the intima-media layer.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967CB1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="00967CB1">
              <w:rPr>
                <w:rFonts w:ascii="Arial" w:hAnsi="Arial" w:cs="Arial"/>
                <w:sz w:val="18"/>
                <w:szCs w:val="20"/>
              </w:rPr>
              <w:t>Normal subclavian flow. No thickening of the intima-media layer.</w:t>
            </w:r>
          </w:p>
          <w:p w:rsidR="00967CB1" w:rsidRPr="00BE67C6" w:rsidRDefault="00967CB1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967CB1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CB1" w:rsidRDefault="00967CB1">
      <w:r>
        <w:separator/>
      </w:r>
    </w:p>
  </w:endnote>
  <w:endnote w:type="continuationSeparator" w:id="0">
    <w:p w:rsidR="00967CB1" w:rsidRDefault="0096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CB1" w:rsidRDefault="00967CB1">
      <w:r>
        <w:separator/>
      </w:r>
    </w:p>
  </w:footnote>
  <w:footnote w:type="continuationSeparator" w:id="0">
    <w:p w:rsidR="00967CB1" w:rsidRDefault="0096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967CB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CB1"/>
    <w:rsid w:val="000071E8"/>
    <w:rsid w:val="00041AD2"/>
    <w:rsid w:val="00052659"/>
    <w:rsid w:val="00054AC7"/>
    <w:rsid w:val="00060B26"/>
    <w:rsid w:val="00082FF5"/>
    <w:rsid w:val="000A3239"/>
    <w:rsid w:val="000D2263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67CB1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55D0B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D899E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108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2020-08-07T09:05:00Z</dcterms:created>
  <dcterms:modified xsi:type="dcterms:W3CDTF">2020-08-07T09:05:00Z</dcterms:modified>
</cp:coreProperties>
</file>